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46" w:rsidRDefault="00E2731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353.75pt;margin-top:359.45pt;width:9.95pt;height:55.15pt;z-index:251688960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margin-left:304.45pt;margin-top:188.45pt;width:17.95pt;height:22pt;flip:x y;z-index:251683840" o:connectortype="straight">
            <v:stroke endarrow="block"/>
          </v:shape>
        </w:pict>
      </w:r>
      <w:r>
        <w:rPr>
          <w:noProof/>
        </w:rPr>
        <w:pict>
          <v:oval id="_x0000_s1051" style="position:absolute;margin-left:255.05pt;margin-top:210.45pt;width:180.9pt;height:148.3pt;z-index:251678720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51">
              <w:txbxContent>
                <w:p w:rsidR="00060E04" w:rsidRDefault="002B0311" w:rsidP="009A5EB2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Black Bear</w:t>
                  </w:r>
                </w:p>
                <w:p w:rsidR="00060E04" w:rsidRDefault="002B0311" w:rsidP="009A5EB2">
                  <w:r>
                    <w:rPr>
                      <w:noProof/>
                    </w:rPr>
                    <w:drawing>
                      <wp:inline distT="0" distB="0" distL="0" distR="0">
                        <wp:extent cx="1468120" cy="1101090"/>
                        <wp:effectExtent l="19050" t="0" r="0" b="0"/>
                        <wp:docPr id="2" name="Picture 1" descr="2619659755_e81c638476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619659755_e81c638476_m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8120" cy="11010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</w:rPr>
        <w:pict>
          <v:oval id="_x0000_s1028" style="position:absolute;margin-left:242.15pt;margin-top:94.9pt;width:184.9pt;height:106.7pt;z-index:251662336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060E04" w:rsidRPr="00B507DA" w:rsidRDefault="00060E04" w:rsidP="00097B7D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Elk</w:t>
                  </w:r>
                  <w:r w:rsidRPr="00815355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504787" cy="646387"/>
                        <wp:effectExtent l="19050" t="0" r="163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798173545_33faebe3d6_m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315" cy="6461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</w:rPr>
        <w:pict>
          <v:oval id="_x0000_s1029" style="position:absolute;margin-left:304.45pt;margin-top:414.6pt;width:131.6pt;height:112.55pt;z-index:251663360;mso-width-relative:margin;mso-height-relative:margin" fillcolor="#8064a2 [3207]" strokecolor="#f2f2f2 [3041]" strokeweight="3pt">
            <v:shadow on="t" type="perspective" color="#3f3151 [1607]" opacity=".5" offset="1pt" offset2="-1pt"/>
            <v:textbox style="mso-next-textbox:#_x0000_s1029">
              <w:txbxContent>
                <w:p w:rsidR="00060E04" w:rsidRPr="00B507DA" w:rsidRDefault="00D17C8D" w:rsidP="00B507DA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 xml:space="preserve">            </w:t>
                  </w:r>
                  <w:r w:rsidR="00060E04" w:rsidRPr="0096426E">
                    <w:rPr>
                      <w:rFonts w:ascii="Arial Black" w:hAnsi="Arial Black"/>
                      <w:highlight w:val="yellow"/>
                    </w:rPr>
                    <w:t>Rabbit</w:t>
                  </w:r>
                  <w:r w:rsidR="0096426E" w:rsidRPr="004A197B">
                    <w:rPr>
                      <w:noProof/>
                    </w:rPr>
                    <w:drawing>
                      <wp:inline distT="0" distB="0" distL="0" distR="0">
                        <wp:extent cx="1025525" cy="687956"/>
                        <wp:effectExtent l="19050" t="0" r="3175" b="0"/>
                        <wp:docPr id="3" name="Picture 6" descr="3726490195_9115e952cc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726490195_9115e952cc_m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5525" cy="6879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60E04" w:rsidRDefault="00060E04" w:rsidP="004A197B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</w:rPr>
        <w:pict>
          <v:shape id="_x0000_s1049" type="#_x0000_t32" style="position:absolute;margin-left:132.9pt;margin-top:184.1pt;width:13.6pt;height:36pt;flip:y;z-index:251676672" o:connectortype="straight">
            <v:stroke endarrow="block"/>
          </v:shape>
        </w:pict>
      </w:r>
      <w:r>
        <w:rPr>
          <w:noProof/>
        </w:rPr>
        <w:pict>
          <v:oval id="_x0000_s1027" style="position:absolute;margin-left:38.5pt;margin-top:217.05pt;width:141.75pt;height:114.05pt;z-index:251661312;mso-width-relative:margin;mso-height-relative:margin" fillcolor="#8064a2 [3207]" strokecolor="#f2f2f2 [3041]" strokeweight="3pt">
            <v:shadow on="t" type="perspective" color="#3f3151 [1607]" opacity=".5" offset="1pt" offset2="-1pt"/>
            <v:textbox style="mso-next-textbox:#_x0000_s1027">
              <w:txbxContent>
                <w:p w:rsidR="00060E04" w:rsidRDefault="00060E04" w:rsidP="00097B7D">
                  <w:pPr>
                    <w:jc w:val="center"/>
                  </w:pPr>
                  <w:proofErr w:type="gramStart"/>
                  <w:r>
                    <w:rPr>
                      <w:rFonts w:ascii="Arial Black" w:hAnsi="Arial Black"/>
                    </w:rPr>
                    <w:t>Mule  Deer</w:t>
                  </w:r>
                  <w:proofErr w:type="gramEnd"/>
                  <w:r w:rsidRPr="00815355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116965" cy="743480"/>
                        <wp:effectExtent l="19050" t="0" r="698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195474148_8edc905119_m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6965" cy="743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 Black" w:hAnsi="Arial Black"/>
                    </w:rPr>
                    <w:t>Deer</w:t>
                  </w:r>
                </w:p>
              </w:txbxContent>
            </v:textbox>
          </v:oval>
        </w:pict>
      </w:r>
      <w:r>
        <w:rPr>
          <w:noProof/>
          <w:lang w:eastAsia="zh-TW"/>
        </w:rPr>
        <w:pict>
          <v:oval id="_x0000_s1026" style="position:absolute;margin-left:101.85pt;margin-top:366.25pt;width:168.75pt;height:164.85pt;z-index:251660288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26">
              <w:txbxContent>
                <w:p w:rsidR="00060E04" w:rsidRDefault="00060E04" w:rsidP="00097B7D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Mountain Lion</w:t>
                  </w:r>
                </w:p>
                <w:p w:rsidR="00060E04" w:rsidRDefault="00060E04" w:rsidP="00097B7D">
                  <w:pPr>
                    <w:jc w:val="center"/>
                    <w:rPr>
                      <w:rFonts w:ascii="Arial Black" w:hAnsi="Arial Black"/>
                    </w:rPr>
                  </w:pPr>
                  <w:r w:rsidRPr="004A197B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358900" cy="1509889"/>
                        <wp:effectExtent l="19050" t="0" r="0" b="0"/>
                        <wp:docPr id="10" name="Picture 5" descr="313764266_c5dca96d6b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13764266_c5dca96d6b_m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8900" cy="15098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60E04" w:rsidRPr="004A197B" w:rsidRDefault="00060E04" w:rsidP="00097B7D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shape id="_x0000_s1062" type="#_x0000_t32" style="position:absolute;margin-left:362.5pt;margin-top:414.6pt;width:1.2pt;height:0;z-index:251687936" o:connectortype="straight">
            <v:stroke endarrow="block"/>
          </v:shape>
        </w:pict>
      </w:r>
      <w:r w:rsidR="00FE6DF1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-59777</wp:posOffset>
            </wp:positionH>
            <wp:positionV relativeFrom="paragraph">
              <wp:posOffset>-630621</wp:posOffset>
            </wp:positionV>
            <wp:extent cx="1450427" cy="1450428"/>
            <wp:effectExtent l="0" t="0" r="0" b="0"/>
            <wp:wrapNone/>
            <wp:docPr id="9" name="Picture 9" descr="C:\Documents and Settings\Becky\Local Settings\Temporary Internet Files\Content.IE5\1GIDAXHD\MCj043258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Becky\Local Settings\Temporary Internet Files\Content.IE5\1GIDAXHD\MCj04325890000[1]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27" cy="1450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030" style="position:absolute;margin-left:99.35pt;margin-top:80.45pt;width:124.1pt;height:121.15pt;z-index:251664384;mso-position-horizontal-relative:text;mso-position-vertical-relative:text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30">
              <w:txbxContent>
                <w:p w:rsidR="00060E04" w:rsidRDefault="007F6C0E" w:rsidP="00B507DA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Sage</w:t>
                  </w:r>
                  <w:r w:rsidR="00132E58">
                    <w:rPr>
                      <w:rFonts w:ascii="Arial Black" w:hAnsi="Arial Black"/>
                    </w:rPr>
                    <w:t xml:space="preserve"> Brush  </w:t>
                  </w:r>
                  <w:r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2129155" cy="1595483"/>
                        <wp:effectExtent l="19050" t="0" r="4445" b="0"/>
                        <wp:docPr id="16" name="Picture 5" descr="R:\Richter\2B Wiki\2B Roan Plateau\Pictures\Plants\3122087346_0572b4e14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R:\Richter\2B Wiki\2B Roan Plateau\Pictures\Plants\3122087346_0572b4e14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9155" cy="15954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 Black" w:hAnsi="Arial Black"/>
                    </w:rPr>
                    <w:t xml:space="preserve"> Brush</w:t>
                  </w:r>
                </w:p>
                <w:p w:rsidR="007F6C0E" w:rsidRDefault="007F6C0E" w:rsidP="00B507DA">
                  <w:pPr>
                    <w:jc w:val="center"/>
                    <w:rPr>
                      <w:rFonts w:ascii="Arial Black" w:hAnsi="Arial Black"/>
                    </w:rPr>
                  </w:pPr>
                </w:p>
                <w:p w:rsidR="007F6C0E" w:rsidRPr="00291028" w:rsidRDefault="007F6C0E" w:rsidP="00B507D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37" style="position:absolute;margin-left:-61.6pt;margin-top:81.2pt;width:131.85pt;height:135.85pt;z-index:251667456;mso-position-horizontal-relative:text;mso-position-vertical-relative:text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37">
              <w:txbxContent>
                <w:p w:rsidR="00060E04" w:rsidRDefault="00060E04" w:rsidP="00B07B82">
                  <w:pPr>
                    <w:jc w:val="center"/>
                  </w:pPr>
                  <w:r>
                    <w:rPr>
                      <w:rFonts w:ascii="Arial Black" w:hAnsi="Arial Black"/>
                    </w:rPr>
                    <w:t>Greasewood</w:t>
                  </w:r>
                  <w:r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028065" cy="1371942"/>
                        <wp:effectExtent l="19050" t="0" r="635" b="0"/>
                        <wp:docPr id="14" name="Picture 3" descr="R:\Richter\2B Wiki\2B Roan Plateau\Pictures\Plants\4018713634_fe5ce5346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R:\Richter\2B Wiki\2B Roan Plateau\Pictures\Plants\4018713634_fe5ce5346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065" cy="13719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</w:rPr>
        <w:pict>
          <v:oval id="_x0000_s1038" style="position:absolute;margin-left:156.35pt;margin-top:-35.5pt;width:140.7pt;height:116.7pt;z-index:251668480;mso-position-horizontal-relative:text;mso-position-vertical-relative:text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38">
              <w:txbxContent>
                <w:p w:rsidR="00060E04" w:rsidRDefault="00060E04" w:rsidP="00B07B82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Blue Spruce</w:t>
                  </w:r>
                </w:p>
                <w:p w:rsidR="00060E04" w:rsidRDefault="00060E04" w:rsidP="00B07B8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512060" cy="1882413"/>
                        <wp:effectExtent l="19050" t="0" r="2540" b="0"/>
                        <wp:docPr id="13" name="Picture 2" descr="R:\Richter\2B Wiki\2B Roan Plateau\Pictures\Plants\75511821_759fd156e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R:\Richter\2B Wiki\2B Roan Plateau\Pictures\Plants\75511821_759fd156e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2060" cy="18824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</w:rPr>
        <w:pict>
          <v:oval id="_x0000_s1050" style="position:absolute;margin-left:447.2pt;margin-top:201.6pt;width:182.2pt;height:129.5pt;z-index:251677696;mso-position-horizontal-relative:text;mso-position-vertical-relative:text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50">
              <w:txbxContent>
                <w:p w:rsidR="00060E04" w:rsidRDefault="00060E04" w:rsidP="00291028">
                  <w:pPr>
                    <w:jc w:val="center"/>
                  </w:pPr>
                  <w:r>
                    <w:rPr>
                      <w:rFonts w:ascii="Arial Black" w:hAnsi="Arial Black"/>
                    </w:rPr>
                    <w:t>Red-Tailed Hawk</w:t>
                  </w:r>
                  <w:r w:rsidRPr="00824877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135117" cy="851338"/>
                        <wp:effectExtent l="19050" t="0" r="7883" b="0"/>
                        <wp:docPr id="5" name="Picture 1" descr="479150233_43c908437f_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479150233_43c908437f_s.jpg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6650" cy="852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 Black" w:hAnsi="Arial Black"/>
                    </w:rPr>
                    <w:t xml:space="preserve"> 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0" type="#_x0000_t32" style="position:absolute;margin-left:427.05pt;margin-top:315.3pt;width:104.25pt;height:150.2pt;flip:x;z-index:25168691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margin-left:270.6pt;margin-top:465.5pt;width:46.85pt;height:2.5pt;z-index:25168588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7" type="#_x0000_t32" style="position:absolute;margin-left:276.85pt;margin-top:400.45pt;width:20.2pt;height:14.15pt;flip:x;z-index:25168486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margin-left:223.45pt;margin-top:256.95pt;width:31.6pt;height:119.2pt;flip:y;z-index:25168281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margin-left:201.95pt;margin-top:148.95pt;width:68.65pt;height:35.15pt;flip:x y;z-index:25168179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margin-left:201.95pt;margin-top:300.4pt;width:53.1pt;height:23.45pt;flip:x y;z-index:25168076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2" type="#_x0000_t32" style="position:absolute;margin-left:146.5pt;margin-top:323.85pt;width:26.05pt;height:52.3pt;flip:x y;z-index:25167974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margin-left:70.25pt;margin-top:48.4pt;width:46.45pt;height:48.45pt;z-index:25167564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18.6pt;margin-top:37.25pt;width:19.9pt;height:43.95pt;flip:x;z-index:2516746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margin-left:90.6pt;margin-top:7.45pt;width:55.9pt;height:4.95pt;flip:y;z-index:251673600;mso-position-horizontal-relative:text;mso-position-vertical-relative:text" o:connectortype="straight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435.1pt;margin-top:-62.2pt;width:258.35pt;height:95.15pt;z-index:251672576;mso-width-percent:400;mso-height-percent:200;mso-position-horizontal-relative:text;mso-position-vertical-relative:text;mso-width-percent:400;mso-height-percent:200;mso-width-relative:margin;mso-height-relative:margin">
            <v:fill r:id="rId14" o:title="Bouquet" type="tile"/>
            <v:textbox style="mso-fit-shape-to-text:t">
              <w:txbxContent>
                <w:p w:rsidR="00060E04" w:rsidRPr="002C37DA" w:rsidRDefault="00060E04">
                  <w:pPr>
                    <w:rPr>
                      <w:rFonts w:ascii="Chiller" w:hAnsi="Chiller"/>
                      <w:sz w:val="96"/>
                      <w:szCs w:val="96"/>
                    </w:rPr>
                  </w:pPr>
                  <w:r w:rsidRPr="002C37DA">
                    <w:rPr>
                      <w:rFonts w:ascii="Chiller" w:hAnsi="Chiller"/>
                      <w:sz w:val="96"/>
                      <w:szCs w:val="96"/>
                    </w:rPr>
                    <w:t xml:space="preserve">Roan </w:t>
                  </w:r>
                  <w:r w:rsidRPr="00A10F37">
                    <w:rPr>
                      <w:rFonts w:ascii="Chiller" w:hAnsi="Chiller"/>
                      <w:color w:val="FFFF00"/>
                      <w:sz w:val="96"/>
                      <w:szCs w:val="96"/>
                    </w:rPr>
                    <w:t xml:space="preserve">Plateau </w:t>
                  </w:r>
                  <w:r w:rsidRPr="002C37DA">
                    <w:rPr>
                      <w:rFonts w:ascii="Chiller" w:hAnsi="Chiller"/>
                      <w:color w:val="4F81BD" w:themeColor="accent1"/>
                      <w:sz w:val="96"/>
                      <w:szCs w:val="96"/>
                    </w:rPr>
                    <w:t>Food</w:t>
                  </w:r>
                  <w:r w:rsidRPr="002C37DA">
                    <w:rPr>
                      <w:rFonts w:ascii="Chiller" w:hAnsi="Chiller"/>
                      <w:sz w:val="96"/>
                      <w:szCs w:val="96"/>
                    </w:rPr>
                    <w:t xml:space="preserve"> </w:t>
                  </w:r>
                  <w:r w:rsidRPr="002C37DA">
                    <w:rPr>
                      <w:rFonts w:ascii="Chiller" w:hAnsi="Chiller"/>
                      <w:color w:val="FF0000"/>
                      <w:sz w:val="96"/>
                      <w:szCs w:val="96"/>
                    </w:rPr>
                    <w:t>Chain</w:t>
                  </w:r>
                </w:p>
              </w:txbxContent>
            </v:textbox>
          </v:shape>
        </w:pict>
      </w:r>
    </w:p>
    <w:sectPr w:rsidR="00E57E46" w:rsidSect="00B507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C50284"/>
    <w:rsid w:val="0004273D"/>
    <w:rsid w:val="00060E04"/>
    <w:rsid w:val="00097B7D"/>
    <w:rsid w:val="000B6EC4"/>
    <w:rsid w:val="00132E58"/>
    <w:rsid w:val="00291028"/>
    <w:rsid w:val="002B0311"/>
    <w:rsid w:val="002C37DA"/>
    <w:rsid w:val="00351367"/>
    <w:rsid w:val="00362CA0"/>
    <w:rsid w:val="00434D27"/>
    <w:rsid w:val="00443CB2"/>
    <w:rsid w:val="004A197B"/>
    <w:rsid w:val="00563CE0"/>
    <w:rsid w:val="005775F1"/>
    <w:rsid w:val="005B7AA0"/>
    <w:rsid w:val="00626EE1"/>
    <w:rsid w:val="007154EB"/>
    <w:rsid w:val="00716AB0"/>
    <w:rsid w:val="00723D11"/>
    <w:rsid w:val="00740F70"/>
    <w:rsid w:val="007F6C0E"/>
    <w:rsid w:val="00812540"/>
    <w:rsid w:val="00815355"/>
    <w:rsid w:val="00824877"/>
    <w:rsid w:val="008C183E"/>
    <w:rsid w:val="008C1E95"/>
    <w:rsid w:val="008E7E3C"/>
    <w:rsid w:val="008F0964"/>
    <w:rsid w:val="0096426E"/>
    <w:rsid w:val="009A5EB2"/>
    <w:rsid w:val="00A10F37"/>
    <w:rsid w:val="00AD7FB6"/>
    <w:rsid w:val="00B07B82"/>
    <w:rsid w:val="00B507DA"/>
    <w:rsid w:val="00BD0493"/>
    <w:rsid w:val="00C470B3"/>
    <w:rsid w:val="00C50284"/>
    <w:rsid w:val="00D17C8D"/>
    <w:rsid w:val="00E27313"/>
    <w:rsid w:val="00E31209"/>
    <w:rsid w:val="00E51F60"/>
    <w:rsid w:val="00E57E46"/>
    <w:rsid w:val="00E67D3F"/>
    <w:rsid w:val="00F07DD9"/>
    <w:rsid w:val="00F40F62"/>
    <w:rsid w:val="00F44723"/>
    <w:rsid w:val="00FE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trokecolor="none [3213]" shadowcolor="none"/>
    </o:shapedefaults>
    <o:shapelayout v:ext="edit">
      <o:idmap v:ext="edit" data="1"/>
      <o:rules v:ext="edit">
        <o:r id="V:Rule15" type="connector" idref="#_x0000_s1047"/>
        <o:r id="V:Rule16" type="connector" idref="#_x0000_s1052"/>
        <o:r id="V:Rule17" type="connector" idref="#_x0000_s1060"/>
        <o:r id="V:Rule18" type="connector" idref="#_x0000_s1057"/>
        <o:r id="V:Rule19" type="connector" idref="#_x0000_s1056"/>
        <o:r id="V:Rule20" type="connector" idref="#_x0000_s1054"/>
        <o:r id="V:Rule21" type="connector" idref="#_x0000_s1062"/>
        <o:r id="V:Rule22" type="connector" idref="#_x0000_s1058"/>
        <o:r id="V:Rule23" type="connector" idref="#_x0000_s1063"/>
        <o:r id="V:Rule24" type="connector" idref="#_x0000_s1055"/>
        <o:r id="V:Rule25" type="connector" idref="#_x0000_s1048"/>
        <o:r id="V:Rule26" type="connector" idref="#_x0000_s1053"/>
        <o:r id="V:Rule27" type="connector" idref="#_x0000_s1049"/>
        <o:r id="V:Rule28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C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7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Richter\2B%20Wiki\2B%20Roan%20Plateau\Food+Web+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Food+Web+Template.dotx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1</cp:revision>
  <dcterms:created xsi:type="dcterms:W3CDTF">2010-05-24T18:16:00Z</dcterms:created>
  <dcterms:modified xsi:type="dcterms:W3CDTF">2010-05-24T18:19:00Z</dcterms:modified>
</cp:coreProperties>
</file>